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F7" w:rsidRDefault="005266F7" w:rsidP="00796354">
      <w:pPr>
        <w:jc w:val="both"/>
        <w:rPr>
          <w:rFonts w:ascii="Calibri" w:eastAsia="Calibri" w:hAnsi="Calibri" w:cs="Calibri"/>
          <w:snapToGrid w:val="0"/>
          <w:lang w:eastAsia="en-US"/>
        </w:rPr>
      </w:pPr>
    </w:p>
    <w:p w:rsidR="0099453F" w:rsidRPr="0099453F" w:rsidRDefault="0099453F" w:rsidP="0099453F">
      <w:pPr>
        <w:pStyle w:val="Antet"/>
        <w:jc w:val="right"/>
        <w:rPr>
          <w:rFonts w:ascii="Calibri" w:hAnsi="Calibri" w:cs="Calibri"/>
          <w:b/>
        </w:rPr>
      </w:pPr>
      <w:r w:rsidRPr="0099453F">
        <w:rPr>
          <w:rFonts w:ascii="Calibri" w:hAnsi="Calibri" w:cs="Calibri"/>
          <w:b/>
        </w:rPr>
        <w:t>Anexa 1</w:t>
      </w:r>
      <w:r w:rsidR="00600836">
        <w:rPr>
          <w:rFonts w:ascii="Calibri" w:hAnsi="Calibri" w:cs="Calibri"/>
          <w:b/>
        </w:rPr>
        <w:t>2</w:t>
      </w:r>
    </w:p>
    <w:p w:rsidR="005505FF" w:rsidRPr="00302941" w:rsidRDefault="005505FF" w:rsidP="005505FF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:rsidR="005505FF" w:rsidRPr="00302941" w:rsidRDefault="005505FF" w:rsidP="005505FF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>
        <w:rPr>
          <w:rFonts w:asciiTheme="minorHAnsi" w:hAnsiTheme="minorHAnsi" w:cstheme="minorHAnsi"/>
          <w:b/>
          <w:lang w:eastAsia="en-US"/>
        </w:rPr>
        <w:t xml:space="preserve"> </w:t>
      </w:r>
      <w:r>
        <w:rPr>
          <w:rFonts w:asciiTheme="minorHAnsi" w:hAnsiTheme="minorHAnsi" w:cstheme="minorHAnsi"/>
          <w:b/>
          <w:lang w:eastAsia="en-US"/>
        </w:rPr>
        <w:t>6</w:t>
      </w:r>
      <w:r>
        <w:rPr>
          <w:rFonts w:asciiTheme="minorHAnsi" w:hAnsiTheme="minorHAnsi" w:cstheme="minorHAnsi"/>
          <w:b/>
          <w:lang w:eastAsia="en-US"/>
        </w:rPr>
        <w:t xml:space="preserve"> O regiune </w:t>
      </w:r>
      <w:r>
        <w:rPr>
          <w:rFonts w:asciiTheme="minorHAnsi" w:hAnsiTheme="minorHAnsi" w:cstheme="minorHAnsi"/>
          <w:b/>
          <w:lang w:eastAsia="en-US"/>
        </w:rPr>
        <w:t>educată</w:t>
      </w:r>
    </w:p>
    <w:p w:rsidR="005505FF" w:rsidRDefault="005505FF" w:rsidP="005505FF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>
        <w:rPr>
          <w:rFonts w:asciiTheme="minorHAnsi" w:hAnsiTheme="minorHAnsi" w:cstheme="minorHAnsi"/>
          <w:b/>
          <w:lang w:eastAsia="en-US"/>
        </w:rPr>
        <w:t xml:space="preserve">6.1 </w:t>
      </w:r>
      <w:r w:rsidRPr="005505FF">
        <w:rPr>
          <w:rFonts w:asciiTheme="minorHAnsi" w:hAnsiTheme="minorHAnsi" w:cstheme="minorHAnsi"/>
          <w:b/>
          <w:lang w:eastAsia="en-US"/>
        </w:rPr>
        <w:t>Creșterea gradului de participare la nivelul educației timpurii și învățământului obligatoriu</w:t>
      </w:r>
    </w:p>
    <w:p w:rsidR="005505FF" w:rsidRPr="00302941" w:rsidRDefault="005505FF" w:rsidP="005505FF">
      <w:pPr>
        <w:rPr>
          <w:rFonts w:asciiTheme="minorHAnsi" w:hAnsiTheme="minorHAnsi" w:cstheme="minorHAnsi"/>
          <w:b/>
          <w:lang w:eastAsia="en-US"/>
        </w:rPr>
      </w:pPr>
      <w:r w:rsidRPr="009939C1">
        <w:rPr>
          <w:rFonts w:asciiTheme="minorHAnsi" w:hAnsiTheme="minorHAnsi" w:cstheme="minorHAnsi"/>
          <w:b/>
          <w:lang w:eastAsia="en-US"/>
        </w:rPr>
        <w:t>Intervenția</w:t>
      </w:r>
      <w:r>
        <w:rPr>
          <w:rFonts w:asciiTheme="minorHAnsi" w:hAnsiTheme="minorHAnsi" w:cstheme="minorHAnsi"/>
          <w:b/>
          <w:lang w:eastAsia="en-US"/>
        </w:rPr>
        <w:t>:</w:t>
      </w:r>
      <w:r w:rsidRPr="009939C1">
        <w:rPr>
          <w:rFonts w:asciiTheme="minorHAnsi" w:hAnsiTheme="minorHAnsi" w:cstheme="minorHAnsi"/>
          <w:b/>
          <w:lang w:eastAsia="en-US"/>
        </w:rPr>
        <w:t xml:space="preserve"> </w:t>
      </w:r>
      <w:r>
        <w:rPr>
          <w:rFonts w:asciiTheme="minorHAnsi" w:hAnsiTheme="minorHAnsi" w:cstheme="minorHAnsi"/>
          <w:b/>
          <w:lang w:eastAsia="en-US"/>
        </w:rPr>
        <w:t>6</w:t>
      </w:r>
      <w:r w:rsidRPr="009939C1">
        <w:rPr>
          <w:rFonts w:asciiTheme="minorHAnsi" w:hAnsiTheme="minorHAnsi" w:cstheme="minorHAnsi"/>
          <w:b/>
          <w:lang w:eastAsia="en-US"/>
        </w:rPr>
        <w:t xml:space="preserve">.1.2  </w:t>
      </w:r>
      <w:r w:rsidRPr="005505FF">
        <w:rPr>
          <w:rFonts w:asciiTheme="minorHAnsi" w:hAnsiTheme="minorHAnsi" w:cstheme="minorHAnsi"/>
          <w:b/>
          <w:lang w:eastAsia="en-US"/>
        </w:rPr>
        <w:t>Învățământul primar și secundar</w:t>
      </w:r>
    </w:p>
    <w:p w:rsidR="005505FF" w:rsidRPr="00A05334" w:rsidRDefault="005505FF" w:rsidP="005505FF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:rsidR="005505FF" w:rsidRPr="00A05334" w:rsidRDefault="005505FF" w:rsidP="005505FF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:rsidR="005505FF" w:rsidRPr="00A05334" w:rsidRDefault="005505FF" w:rsidP="005505FF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:rsidR="005505FF" w:rsidRDefault="005505FF" w:rsidP="005505FF">
      <w:pPr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Tabel centralizator numere cadastrale și obiective de investiție</w:t>
      </w:r>
    </w:p>
    <w:p w:rsidR="0099453F" w:rsidRPr="0099453F" w:rsidRDefault="0099453F" w:rsidP="005505FF">
      <w:pPr>
        <w:jc w:val="center"/>
        <w:rPr>
          <w:rFonts w:ascii="Calibri" w:hAnsi="Calibri" w:cs="Calibri"/>
          <w:i/>
        </w:rPr>
      </w:pPr>
      <w:r w:rsidRPr="0099453F">
        <w:rPr>
          <w:rFonts w:ascii="Calibri" w:hAnsi="Calibri" w:cs="Calibri"/>
          <w:i/>
        </w:rPr>
        <w:t>-model orientativ-</w:t>
      </w:r>
    </w:p>
    <w:p w:rsidR="0099453F" w:rsidRDefault="0099453F" w:rsidP="0099453F">
      <w:pPr>
        <w:rPr>
          <w:rFonts w:ascii="Calibri" w:hAnsi="Calibri" w:cs="Calibri"/>
        </w:rPr>
      </w:pPr>
    </w:p>
    <w:p w:rsidR="002A6B7D" w:rsidRDefault="002A6B7D" w:rsidP="0099453F">
      <w:pPr>
        <w:rPr>
          <w:rFonts w:ascii="Calibri" w:hAnsi="Calibri" w:cs="Calibri"/>
        </w:rPr>
      </w:pPr>
    </w:p>
    <w:p w:rsidR="002A6B7D" w:rsidRPr="0099453F" w:rsidRDefault="002A6B7D" w:rsidP="0099453F">
      <w:pPr>
        <w:rPr>
          <w:rFonts w:ascii="Calibri" w:hAnsi="Calibri" w:cs="Calibr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312"/>
        <w:gridCol w:w="1559"/>
        <w:gridCol w:w="1560"/>
        <w:gridCol w:w="1842"/>
      </w:tblGrid>
      <w:tr w:rsidR="0099453F" w:rsidRPr="0099453F" w:rsidTr="0099453F">
        <w:trPr>
          <w:trHeight w:val="2142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funciară/Nr. document de proprietate/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administrare/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</w:p>
        </w:tc>
        <w:tc>
          <w:tcPr>
            <w:tcW w:w="231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cadastral, elemente de identificare a imobilului/mijlocului de transport/bunurilor </w:t>
            </w:r>
          </w:p>
          <w:p w:rsidR="0099453F" w:rsidRPr="0099453F" w:rsidRDefault="0099453F" w:rsidP="00E26BA2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Suprafaţă</w:t>
            </w:r>
          </w:p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(mp</w:t>
            </w:r>
            <w:r w:rsidRPr="00FA153B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), </w:t>
            </w:r>
            <w:r w:rsidR="00FA153B" w:rsidRPr="00FA153B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teren și/sau clădire</w:t>
            </w:r>
          </w:p>
        </w:tc>
        <w:tc>
          <w:tcPr>
            <w:tcW w:w="15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investiţie aferent proiectului</w:t>
            </w:r>
            <w:r w:rsidR="00FA153B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*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Istoric, </w:t>
            </w:r>
            <w:r w:rsidRPr="0099453F">
              <w:rPr>
                <w:rFonts w:ascii="Calibri" w:hAnsi="Calibri" w:cs="Calibri"/>
                <w:b/>
                <w:bCs/>
                <w:i/>
                <w:color w:val="000000"/>
                <w:lang w:eastAsia="ro-RO"/>
              </w:rPr>
              <w:t>dacă este cazul</w:t>
            </w: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. </w:t>
            </w:r>
          </w:p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99453F" w:rsidRPr="0099453F" w:rsidTr="0099453F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53F" w:rsidRPr="0099453F" w:rsidRDefault="0099453F" w:rsidP="00E26BA2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99453F" w:rsidRPr="0099453F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99453F" w:rsidRPr="0099453F" w:rsidTr="0099453F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3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9453F" w:rsidRPr="0099453F" w:rsidRDefault="0099453F" w:rsidP="00E26BA2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99453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:rsidR="0099453F" w:rsidRPr="003C105C" w:rsidRDefault="0099453F" w:rsidP="0099453F">
      <w:pPr>
        <w:rPr>
          <w:rFonts w:ascii="Calibri" w:hAnsi="Calibri" w:cs="Calibri"/>
        </w:rPr>
      </w:pPr>
    </w:p>
    <w:p w:rsidR="003C0CF4" w:rsidRPr="003C105C" w:rsidRDefault="00FA153B" w:rsidP="00796354">
      <w:pPr>
        <w:jc w:val="both"/>
        <w:rPr>
          <w:rFonts w:ascii="Calibri" w:hAnsi="Calibri" w:cs="Calibri"/>
        </w:rPr>
      </w:pPr>
      <w:r w:rsidRPr="003C105C">
        <w:rPr>
          <w:rFonts w:ascii="Calibri" w:hAnsi="Calibri" w:cs="Calibri"/>
        </w:rPr>
        <w:t>* În coloana “Obiectiv de investiție aferent proie</w:t>
      </w:r>
      <w:r w:rsidR="005341C4">
        <w:rPr>
          <w:rFonts w:ascii="Calibri" w:hAnsi="Calibri" w:cs="Calibri"/>
        </w:rPr>
        <w:t>ctului”, pentru toate imobilele</w:t>
      </w:r>
      <w:r w:rsidRPr="003C105C">
        <w:rPr>
          <w:rFonts w:ascii="Calibri" w:hAnsi="Calibri" w:cs="Calibri"/>
        </w:rPr>
        <w:t xml:space="preserve"> care fac obiectul proiectului (teren/</w:t>
      </w:r>
      <w:r w:rsidR="005341C4">
        <w:rPr>
          <w:rFonts w:ascii="Calibri" w:hAnsi="Calibri" w:cs="Calibri"/>
        </w:rPr>
        <w:t xml:space="preserve"> clă</w:t>
      </w:r>
      <w:r w:rsidRPr="003C105C">
        <w:rPr>
          <w:rFonts w:ascii="Calibri" w:hAnsi="Calibri" w:cs="Calibri"/>
        </w:rPr>
        <w:t>dire) identificate prin extrasele de carte funciară, se vor menționa</w:t>
      </w:r>
      <w:bookmarkStart w:id="0" w:name="_GoBack"/>
      <w:bookmarkEnd w:id="0"/>
      <w:r w:rsidRPr="003C105C">
        <w:rPr>
          <w:rFonts w:ascii="Calibri" w:hAnsi="Calibri" w:cs="Calibri"/>
        </w:rPr>
        <w:t xml:space="preserve"> suprafețele   afectate de lucrările de intervenții propuse  pentru fiecare obiectiv de investiție propus.</w:t>
      </w:r>
    </w:p>
    <w:sectPr w:rsidR="003C0CF4" w:rsidRPr="003C105C" w:rsidSect="005266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991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137" w:rsidRDefault="00287137">
      <w:r>
        <w:separator/>
      </w:r>
    </w:p>
  </w:endnote>
  <w:endnote w:type="continuationSeparator" w:id="0">
    <w:p w:rsidR="00287137" w:rsidRDefault="00287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317152" w:rsidP="00F12E7F">
    <w:pPr>
      <w:pStyle w:val="Subsol"/>
    </w:pPr>
    <w:r>
      <w:rPr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317152">
    <w:pPr>
      <w:pStyle w:val="Subsol"/>
    </w:pPr>
    <w:r>
      <w:rPr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137" w:rsidRDefault="00287137">
      <w:r>
        <w:separator/>
      </w:r>
    </w:p>
  </w:footnote>
  <w:footnote w:type="continuationSeparator" w:id="0">
    <w:p w:rsidR="00287137" w:rsidRDefault="00287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317152">
    <w:pPr>
      <w:pStyle w:val="Antet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317152">
    <w:pPr>
      <w:pStyle w:val="Antet"/>
      <w:tabs>
        <w:tab w:val="clear" w:pos="4536"/>
        <w:tab w:val="clear" w:pos="9072"/>
        <w:tab w:val="left" w:pos="6473"/>
      </w:tabs>
    </w:pPr>
    <w:r>
      <w:rPr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C4BDF"/>
    <w:rsid w:val="001E7D06"/>
    <w:rsid w:val="00241038"/>
    <w:rsid w:val="00255002"/>
    <w:rsid w:val="00287137"/>
    <w:rsid w:val="002A6B7D"/>
    <w:rsid w:val="002B3BB9"/>
    <w:rsid w:val="002C46CD"/>
    <w:rsid w:val="002D4D83"/>
    <w:rsid w:val="002E07E9"/>
    <w:rsid w:val="002F1246"/>
    <w:rsid w:val="00317152"/>
    <w:rsid w:val="00326DC2"/>
    <w:rsid w:val="00351F71"/>
    <w:rsid w:val="00376CFE"/>
    <w:rsid w:val="003C0CF4"/>
    <w:rsid w:val="003C105C"/>
    <w:rsid w:val="003E2E03"/>
    <w:rsid w:val="00474F02"/>
    <w:rsid w:val="00523BEA"/>
    <w:rsid w:val="005266F7"/>
    <w:rsid w:val="005341C4"/>
    <w:rsid w:val="005505FF"/>
    <w:rsid w:val="00561F8E"/>
    <w:rsid w:val="005A2511"/>
    <w:rsid w:val="005A6B00"/>
    <w:rsid w:val="005C21C9"/>
    <w:rsid w:val="005C7AFF"/>
    <w:rsid w:val="00600836"/>
    <w:rsid w:val="00643AC4"/>
    <w:rsid w:val="00660809"/>
    <w:rsid w:val="006B79B9"/>
    <w:rsid w:val="006F14B9"/>
    <w:rsid w:val="007209E0"/>
    <w:rsid w:val="00754551"/>
    <w:rsid w:val="00796354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9453F"/>
    <w:rsid w:val="009F711B"/>
    <w:rsid w:val="00A06DE4"/>
    <w:rsid w:val="00A82042"/>
    <w:rsid w:val="00AB1EDA"/>
    <w:rsid w:val="00AE4990"/>
    <w:rsid w:val="00B15233"/>
    <w:rsid w:val="00B24E12"/>
    <w:rsid w:val="00B565C5"/>
    <w:rsid w:val="00BD3175"/>
    <w:rsid w:val="00C05C7A"/>
    <w:rsid w:val="00C416F1"/>
    <w:rsid w:val="00C707BE"/>
    <w:rsid w:val="00C80A1D"/>
    <w:rsid w:val="00C82AD1"/>
    <w:rsid w:val="00C916A3"/>
    <w:rsid w:val="00CC6C98"/>
    <w:rsid w:val="00D22014"/>
    <w:rsid w:val="00D94812"/>
    <w:rsid w:val="00DD113C"/>
    <w:rsid w:val="00E26BA2"/>
    <w:rsid w:val="00E31672"/>
    <w:rsid w:val="00E753B1"/>
    <w:rsid w:val="00EF25AA"/>
    <w:rsid w:val="00EF6CD7"/>
    <w:rsid w:val="00F12E7F"/>
    <w:rsid w:val="00F302EB"/>
    <w:rsid w:val="00FA153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14D427"/>
  <w15:chartTrackingRefBased/>
  <w15:docId w15:val="{7FFA7944-5D50-41A1-88E5-6316F4A8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uiPriority w:val="99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58643-FCB8-40D6-B650-AF8D16FD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</Pages>
  <Words>119</Words>
  <Characters>870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988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Daniela Anca</cp:lastModifiedBy>
  <cp:revision>4</cp:revision>
  <cp:lastPrinted>2022-03-29T08:07:00Z</cp:lastPrinted>
  <dcterms:created xsi:type="dcterms:W3CDTF">2023-08-03T09:35:00Z</dcterms:created>
  <dcterms:modified xsi:type="dcterms:W3CDTF">2024-03-26T10:21:00Z</dcterms:modified>
</cp:coreProperties>
</file>